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46D674" w14:textId="0BC359DC" w:rsidR="00A3766D" w:rsidRPr="00E4143D" w:rsidRDefault="001C3238" w:rsidP="00A3766D">
      <w:pPr>
        <w:pStyle w:val="Titel"/>
      </w:pPr>
      <w:r w:rsidRPr="001C3238">
        <w:rPr>
          <w:noProof/>
        </w:rPr>
        <w:drawing>
          <wp:anchor distT="0" distB="0" distL="114300" distR="114300" simplePos="0" relativeHeight="251658240" behindDoc="0" locked="0" layoutInCell="1" allowOverlap="1" wp14:anchorId="605B09D7" wp14:editId="0B82415D">
            <wp:simplePos x="0" y="0"/>
            <wp:positionH relativeFrom="column">
              <wp:posOffset>7298055</wp:posOffset>
            </wp:positionH>
            <wp:positionV relativeFrom="paragraph">
              <wp:posOffset>-185843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66D" w:rsidRPr="00E4143D">
        <w:t xml:space="preserve">Übungssequenz: </w:t>
      </w:r>
      <w:r w:rsidR="0078298B">
        <w:rPr>
          <w:lang w:eastAsia="ja-JP"/>
        </w:rPr>
        <w:t>ich und ach</w:t>
      </w:r>
    </w:p>
    <w:p w14:paraId="009E1C00" w14:textId="77777777" w:rsidR="00545BC6" w:rsidRPr="00E4143D" w:rsidRDefault="00545BC6" w:rsidP="00545BC6"/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405"/>
        <w:gridCol w:w="12758"/>
      </w:tblGrid>
      <w:tr w:rsidR="00A3766D" w:rsidRPr="00E4143D" w14:paraId="6BC67D05" w14:textId="77777777" w:rsidTr="00F5143D">
        <w:tc>
          <w:tcPr>
            <w:tcW w:w="2405" w:type="dxa"/>
          </w:tcPr>
          <w:p w14:paraId="4CA4E924" w14:textId="70848A7E" w:rsidR="00A3766D" w:rsidRPr="00451B2E" w:rsidRDefault="00301BAA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Schwerpunkt</w:t>
            </w:r>
            <w:r w:rsidR="00EA5B62" w:rsidRPr="00451B2E">
              <w:rPr>
                <w:b/>
                <w:sz w:val="22"/>
              </w:rPr>
              <w:t xml:space="preserve"> und Ziel</w:t>
            </w:r>
          </w:p>
        </w:tc>
        <w:tc>
          <w:tcPr>
            <w:tcW w:w="12758" w:type="dxa"/>
          </w:tcPr>
          <w:p w14:paraId="6D90EC4F" w14:textId="5EDB435B" w:rsidR="00A3766D" w:rsidRPr="00451B2E" w:rsidRDefault="00B2709D" w:rsidP="00C24306">
            <w:pPr>
              <w:spacing w:before="40" w:after="40" w:line="240" w:lineRule="atLeast"/>
              <w:rPr>
                <w:sz w:val="22"/>
              </w:rPr>
            </w:pPr>
            <w:r>
              <w:rPr>
                <w:sz w:val="22"/>
              </w:rPr>
              <w:t>Die</w:t>
            </w:r>
            <w:r w:rsidR="00EA5B62" w:rsidRPr="00451B2E">
              <w:rPr>
                <w:sz w:val="22"/>
              </w:rPr>
              <w:t xml:space="preserve"> [ç]-</w:t>
            </w:r>
            <w:r w:rsidR="00291362" w:rsidRPr="00451B2E">
              <w:rPr>
                <w:sz w:val="22"/>
              </w:rPr>
              <w:t xml:space="preserve"> und</w:t>
            </w:r>
            <w:r w:rsidR="00EA5B62" w:rsidRPr="00451B2E">
              <w:rPr>
                <w:sz w:val="22"/>
              </w:rPr>
              <w:t xml:space="preserve"> [x]-Laut</w:t>
            </w:r>
            <w:r>
              <w:rPr>
                <w:sz w:val="22"/>
              </w:rPr>
              <w:t>e</w:t>
            </w:r>
            <w:bookmarkStart w:id="0" w:name="_GoBack"/>
            <w:bookmarkEnd w:id="0"/>
            <w:r w:rsidR="00EA5B62" w:rsidRPr="00451B2E">
              <w:rPr>
                <w:sz w:val="22"/>
              </w:rPr>
              <w:t xml:space="preserve"> </w:t>
            </w:r>
            <w:r w:rsidR="00291362" w:rsidRPr="00451B2E">
              <w:rPr>
                <w:sz w:val="22"/>
              </w:rPr>
              <w:t xml:space="preserve">stehen im Zentrum der Übung. </w:t>
            </w:r>
            <w:r w:rsidR="00EA5B62" w:rsidRPr="00451B2E">
              <w:rPr>
                <w:sz w:val="22"/>
              </w:rPr>
              <w:t>Die Laute sollen auditiv voneinander unterschieden werden können. Die Regeln für die Laut-Buchstaben-Beziehungen sollten induktiv erschlossen und angewendet werden können. Die Laute sollen durch automatisierende Übungen trainiert werden.</w:t>
            </w:r>
          </w:p>
        </w:tc>
      </w:tr>
      <w:tr w:rsidR="00A3766D" w:rsidRPr="00E4143D" w14:paraId="5AF1FDFA" w14:textId="77777777" w:rsidTr="00F5143D">
        <w:tc>
          <w:tcPr>
            <w:tcW w:w="2405" w:type="dxa"/>
          </w:tcPr>
          <w:p w14:paraId="5D0A40A2" w14:textId="77777777" w:rsidR="00A3766D" w:rsidRPr="00451B2E" w:rsidRDefault="00A3766D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Beispiele</w:t>
            </w:r>
          </w:p>
        </w:tc>
        <w:tc>
          <w:tcPr>
            <w:tcW w:w="12758" w:type="dxa"/>
          </w:tcPr>
          <w:p w14:paraId="6D5E6FC0" w14:textId="7A498952" w:rsidR="00A3766D" w:rsidRPr="00451B2E" w:rsidRDefault="00B104E4" w:rsidP="00C24306">
            <w:pPr>
              <w:spacing w:before="40" w:after="40" w:line="240" w:lineRule="atLeast"/>
              <w:rPr>
                <w:sz w:val="22"/>
              </w:rPr>
            </w:pPr>
            <w:r w:rsidRPr="00451B2E">
              <w:rPr>
                <w:sz w:val="22"/>
              </w:rPr>
              <w:t>Be</w:t>
            </w:r>
            <w:r w:rsidRPr="00451B2E">
              <w:rPr>
                <w:b/>
                <w:bCs/>
                <w:sz w:val="22"/>
              </w:rPr>
              <w:t>ch</w:t>
            </w:r>
            <w:r w:rsidRPr="00451B2E">
              <w:rPr>
                <w:sz w:val="22"/>
              </w:rPr>
              <w:t>er, Mil</w:t>
            </w:r>
            <w:r w:rsidRPr="00451B2E">
              <w:rPr>
                <w:b/>
                <w:bCs/>
                <w:sz w:val="22"/>
              </w:rPr>
              <w:t>ch</w:t>
            </w:r>
            <w:r w:rsidRPr="00451B2E">
              <w:rPr>
                <w:sz w:val="22"/>
              </w:rPr>
              <w:t xml:space="preserve">, </w:t>
            </w:r>
            <w:r w:rsidR="0078298B" w:rsidRPr="00451B2E">
              <w:rPr>
                <w:sz w:val="22"/>
              </w:rPr>
              <w:t>Honi</w:t>
            </w:r>
            <w:r w:rsidR="0078298B" w:rsidRPr="00451B2E">
              <w:rPr>
                <w:b/>
                <w:bCs/>
                <w:sz w:val="22"/>
              </w:rPr>
              <w:t>g</w:t>
            </w:r>
            <w:r w:rsidRPr="00451B2E">
              <w:rPr>
                <w:sz w:val="22"/>
              </w:rPr>
              <w:t xml:space="preserve"> ([ç]-Laut); Tochter, Buch, Knoblauch ([x]-Laut)</w:t>
            </w:r>
          </w:p>
        </w:tc>
      </w:tr>
      <w:tr w:rsidR="00A3766D" w:rsidRPr="00E4143D" w14:paraId="0C77F944" w14:textId="77777777" w:rsidTr="00F5143D">
        <w:tc>
          <w:tcPr>
            <w:tcW w:w="2405" w:type="dxa"/>
          </w:tcPr>
          <w:p w14:paraId="10A948F3" w14:textId="25E80B93" w:rsidR="00A3766D" w:rsidRPr="00451B2E" w:rsidRDefault="00823C9F" w:rsidP="00C24306">
            <w:pPr>
              <w:spacing w:before="40" w:after="40" w:line="240" w:lineRule="atLeast"/>
              <w:rPr>
                <w:b/>
                <w:sz w:val="22"/>
              </w:rPr>
            </w:pPr>
            <w:r>
              <w:rPr>
                <w:b/>
                <w:sz w:val="22"/>
              </w:rPr>
              <w:t>Passt zu</w:t>
            </w:r>
            <w:r w:rsidR="00A3766D" w:rsidRPr="00451B2E">
              <w:rPr>
                <w:b/>
                <w:sz w:val="22"/>
              </w:rPr>
              <w:t xml:space="preserve"> </w:t>
            </w:r>
          </w:p>
        </w:tc>
        <w:tc>
          <w:tcPr>
            <w:tcW w:w="12758" w:type="dxa"/>
          </w:tcPr>
          <w:p w14:paraId="49603FAF" w14:textId="5B88780F" w:rsidR="00A3766D" w:rsidRPr="00451B2E" w:rsidRDefault="0078298B" w:rsidP="00C24306">
            <w:pPr>
              <w:spacing w:before="40" w:after="40" w:line="240" w:lineRule="atLeast"/>
              <w:rPr>
                <w:sz w:val="22"/>
              </w:rPr>
            </w:pPr>
            <w:r w:rsidRPr="00451B2E">
              <w:rPr>
                <w:sz w:val="22"/>
              </w:rPr>
              <w:t>Kennlern</w:t>
            </w:r>
            <w:r w:rsidR="00B104E4" w:rsidRPr="00451B2E">
              <w:rPr>
                <w:sz w:val="22"/>
              </w:rPr>
              <w:t>-</w:t>
            </w:r>
            <w:r w:rsidRPr="00451B2E">
              <w:rPr>
                <w:sz w:val="22"/>
              </w:rPr>
              <w:t xml:space="preserve"> und Vorstellung</w:t>
            </w:r>
            <w:r w:rsidR="00B104E4" w:rsidRPr="00451B2E">
              <w:rPr>
                <w:sz w:val="22"/>
              </w:rPr>
              <w:t>sgespräch</w:t>
            </w:r>
          </w:p>
        </w:tc>
      </w:tr>
      <w:tr w:rsidR="00A3766D" w:rsidRPr="00C5336F" w14:paraId="5BB9C373" w14:textId="77777777" w:rsidTr="00F5143D">
        <w:tc>
          <w:tcPr>
            <w:tcW w:w="2405" w:type="dxa"/>
          </w:tcPr>
          <w:p w14:paraId="71A24D43" w14:textId="77777777" w:rsidR="00A3766D" w:rsidRPr="00451B2E" w:rsidRDefault="00A3766D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Materialien</w:t>
            </w:r>
          </w:p>
        </w:tc>
        <w:tc>
          <w:tcPr>
            <w:tcW w:w="12758" w:type="dxa"/>
          </w:tcPr>
          <w:p w14:paraId="7A7AFFF1" w14:textId="3D385AA6" w:rsidR="00A3766D" w:rsidRPr="00451B2E" w:rsidRDefault="00A20766" w:rsidP="00C24306">
            <w:pPr>
              <w:spacing w:before="40" w:after="40" w:line="240" w:lineRule="atLeast"/>
              <w:rPr>
                <w:sz w:val="22"/>
              </w:rPr>
            </w:pPr>
            <w:r w:rsidRPr="00451B2E">
              <w:rPr>
                <w:sz w:val="22"/>
              </w:rPr>
              <w:t>Arbeitsbl</w:t>
            </w:r>
            <w:r w:rsidR="0078298B" w:rsidRPr="00451B2E">
              <w:rPr>
                <w:sz w:val="22"/>
              </w:rPr>
              <w:t>ä</w:t>
            </w:r>
            <w:r w:rsidRPr="00451B2E">
              <w:rPr>
                <w:sz w:val="22"/>
              </w:rPr>
              <w:t>tt</w:t>
            </w:r>
            <w:r w:rsidR="0078298B" w:rsidRPr="00451B2E">
              <w:rPr>
                <w:sz w:val="22"/>
              </w:rPr>
              <w:t>er 1-2</w:t>
            </w:r>
            <w:r w:rsidR="00A3766D" w:rsidRPr="00451B2E">
              <w:rPr>
                <w:sz w:val="22"/>
              </w:rPr>
              <w:t xml:space="preserve">, </w:t>
            </w:r>
            <w:r w:rsidR="0078298B" w:rsidRPr="00451B2E">
              <w:rPr>
                <w:sz w:val="22"/>
              </w:rPr>
              <w:t>Interview</w:t>
            </w:r>
            <w:r w:rsidRPr="00451B2E">
              <w:rPr>
                <w:sz w:val="22"/>
              </w:rPr>
              <w:t>,</w:t>
            </w:r>
            <w:r w:rsidR="006408F6" w:rsidRPr="00451B2E">
              <w:rPr>
                <w:sz w:val="22"/>
              </w:rPr>
              <w:t xml:space="preserve"> Brettspiel</w:t>
            </w:r>
            <w:r w:rsidR="0078298B" w:rsidRPr="00451B2E">
              <w:rPr>
                <w:sz w:val="22"/>
              </w:rPr>
              <w:t>, Zusatzmaterial</w:t>
            </w:r>
            <w:r w:rsidR="00B104E4" w:rsidRPr="00451B2E">
              <w:rPr>
                <w:sz w:val="22"/>
              </w:rPr>
              <w:t xml:space="preserve"> (+)</w:t>
            </w:r>
            <w:r w:rsidR="0099437E" w:rsidRPr="00451B2E">
              <w:rPr>
                <w:sz w:val="22"/>
              </w:rPr>
              <w:t>, Audiodateien</w:t>
            </w:r>
          </w:p>
        </w:tc>
      </w:tr>
    </w:tbl>
    <w:p w14:paraId="008BF935" w14:textId="77777777" w:rsidR="00A3766D" w:rsidRPr="00C5336F" w:rsidRDefault="00A3766D" w:rsidP="00A3766D">
      <w:pPr>
        <w:spacing w:before="40" w:after="40" w:line="240" w:lineRule="atLeast"/>
        <w:rPr>
          <w:szCs w:val="40"/>
        </w:rPr>
      </w:pPr>
    </w:p>
    <w:tbl>
      <w:tblPr>
        <w:tblStyle w:val="Tabellenraster"/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8363"/>
        <w:gridCol w:w="4678"/>
      </w:tblGrid>
      <w:tr w:rsidR="00174D58" w:rsidRPr="00E4143D" w14:paraId="6CCA9FD4" w14:textId="77777777" w:rsidTr="00746D48">
        <w:tc>
          <w:tcPr>
            <w:tcW w:w="2122" w:type="dxa"/>
          </w:tcPr>
          <w:p w14:paraId="14E42559" w14:textId="77777777" w:rsidR="00174D58" w:rsidRPr="00451B2E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Phasen</w:t>
            </w:r>
          </w:p>
        </w:tc>
        <w:tc>
          <w:tcPr>
            <w:tcW w:w="8363" w:type="dxa"/>
          </w:tcPr>
          <w:p w14:paraId="0F797890" w14:textId="46F828F9" w:rsidR="00174D58" w:rsidRPr="00451B2E" w:rsidRDefault="00FF0E53" w:rsidP="004914E8">
            <w:pPr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In</w:t>
            </w:r>
            <w:r w:rsidR="00D97D05" w:rsidRPr="00451B2E">
              <w:rPr>
                <w:b/>
                <w:sz w:val="22"/>
              </w:rPr>
              <w:t>h</w:t>
            </w:r>
            <w:r w:rsidRPr="00451B2E">
              <w:rPr>
                <w:b/>
                <w:sz w:val="22"/>
              </w:rPr>
              <w:t>alt</w:t>
            </w:r>
            <w:r w:rsidR="00B104E4" w:rsidRPr="00451B2E">
              <w:rPr>
                <w:b/>
                <w:sz w:val="22"/>
              </w:rPr>
              <w:t>e</w:t>
            </w:r>
          </w:p>
        </w:tc>
        <w:tc>
          <w:tcPr>
            <w:tcW w:w="4678" w:type="dxa"/>
          </w:tcPr>
          <w:p w14:paraId="4212F841" w14:textId="77777777" w:rsidR="00174D58" w:rsidRPr="00451B2E" w:rsidRDefault="00174D58" w:rsidP="00C24306">
            <w:pPr>
              <w:spacing w:before="40" w:after="40" w:line="240" w:lineRule="atLeast"/>
              <w:rPr>
                <w:b/>
                <w:sz w:val="22"/>
              </w:rPr>
            </w:pPr>
            <w:r w:rsidRPr="00451B2E">
              <w:rPr>
                <w:b/>
                <w:sz w:val="22"/>
              </w:rPr>
              <w:t>Materialien</w:t>
            </w:r>
          </w:p>
        </w:tc>
      </w:tr>
      <w:tr w:rsidR="00174D58" w:rsidRPr="00E4143D" w14:paraId="628BF811" w14:textId="77777777" w:rsidTr="00746D48">
        <w:tc>
          <w:tcPr>
            <w:tcW w:w="2122" w:type="dxa"/>
          </w:tcPr>
          <w:p w14:paraId="346271D1" w14:textId="5A6CD0C5" w:rsidR="00174D58" w:rsidRPr="00733161" w:rsidRDefault="00B104E4" w:rsidP="00C24306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Sensibilisierung und Bewusstmachung</w:t>
            </w:r>
          </w:p>
        </w:tc>
        <w:tc>
          <w:tcPr>
            <w:tcW w:w="8363" w:type="dxa"/>
          </w:tcPr>
          <w:p w14:paraId="3FB524AF" w14:textId="545ECAB9" w:rsidR="00174D58" w:rsidRPr="00733161" w:rsidRDefault="00B104E4" w:rsidP="00622232">
            <w:pPr>
              <w:pStyle w:val="Auflistung1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>Laute erst einzeln hören</w:t>
            </w:r>
            <w:r w:rsidR="00291362" w:rsidRPr="00733161">
              <w:rPr>
                <w:sz w:val="22"/>
                <w:szCs w:val="22"/>
              </w:rPr>
              <w:t>,</w:t>
            </w:r>
            <w:r w:rsidRPr="00733161">
              <w:rPr>
                <w:sz w:val="22"/>
                <w:szCs w:val="22"/>
              </w:rPr>
              <w:t xml:space="preserve"> </w:t>
            </w:r>
            <w:r w:rsidR="00291362" w:rsidRPr="00733161">
              <w:rPr>
                <w:sz w:val="22"/>
                <w:szCs w:val="22"/>
              </w:rPr>
              <w:t xml:space="preserve">dann </w:t>
            </w:r>
            <w:r w:rsidRPr="00733161">
              <w:rPr>
                <w:sz w:val="22"/>
                <w:szCs w:val="22"/>
              </w:rPr>
              <w:t>differenzieren</w:t>
            </w:r>
            <w:r w:rsidR="00291362" w:rsidRPr="00733161">
              <w:rPr>
                <w:sz w:val="22"/>
                <w:szCs w:val="22"/>
              </w:rPr>
              <w:t xml:space="preserve"> und nachsprechen</w:t>
            </w:r>
            <w:r w:rsidRPr="00733161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14:paraId="31ED5B5C" w14:textId="77777777" w:rsidR="00174D58" w:rsidRPr="00733161" w:rsidRDefault="00B104E4" w:rsidP="00CD7C05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01 Arbeitsblatt ich und ach 1</w:t>
            </w:r>
          </w:p>
          <w:p w14:paraId="234D2B89" w14:textId="31229D9A" w:rsidR="00B104E4" w:rsidRPr="00733161" w:rsidRDefault="00B104E4" w:rsidP="00CD7C05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 xml:space="preserve">01 </w:t>
            </w:r>
            <w:r w:rsidR="00287F3A" w:rsidRPr="00733161">
              <w:rPr>
                <w:sz w:val="22"/>
              </w:rPr>
              <w:t>Audio</w:t>
            </w:r>
            <w:r w:rsidRPr="00733161">
              <w:rPr>
                <w:sz w:val="22"/>
              </w:rPr>
              <w:t xml:space="preserve"> ich und ach 1 Aufgabe 1-4</w:t>
            </w:r>
          </w:p>
        </w:tc>
      </w:tr>
      <w:tr w:rsidR="00174D58" w:rsidRPr="00E4143D" w14:paraId="76BFAA23" w14:textId="77777777" w:rsidTr="00746D48">
        <w:tc>
          <w:tcPr>
            <w:tcW w:w="2122" w:type="dxa"/>
          </w:tcPr>
          <w:p w14:paraId="2EB88117" w14:textId="353BBFA7" w:rsidR="00174D58" w:rsidRPr="00733161" w:rsidRDefault="00A04069" w:rsidP="00C24306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Regelerschließung</w:t>
            </w:r>
          </w:p>
        </w:tc>
        <w:tc>
          <w:tcPr>
            <w:tcW w:w="8363" w:type="dxa"/>
          </w:tcPr>
          <w:p w14:paraId="089E92FF" w14:textId="2ECD256B" w:rsidR="00B439CB" w:rsidRPr="00733161" w:rsidRDefault="00446C56" w:rsidP="00446C56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>Regeln für [ç]- und [x]-Laute</w:t>
            </w:r>
          </w:p>
          <w:p w14:paraId="49F15AD4" w14:textId="1DC7B4DA" w:rsidR="00B439CB" w:rsidRPr="00733161" w:rsidRDefault="00446C56" w:rsidP="00B439CB">
            <w:pPr>
              <w:pStyle w:val="Auflistung2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 xml:space="preserve">Nach a, o, u und au spricht man </w:t>
            </w:r>
            <w:r w:rsidRPr="00733161">
              <w:rPr>
                <w:b/>
                <w:bCs/>
                <w:sz w:val="22"/>
                <w:szCs w:val="22"/>
              </w:rPr>
              <w:t>[x]</w:t>
            </w:r>
          </w:p>
          <w:p w14:paraId="4C4105B9" w14:textId="110D3CC5" w:rsidR="00B439CB" w:rsidRPr="00733161" w:rsidRDefault="00446C56" w:rsidP="00B439CB">
            <w:pPr>
              <w:pStyle w:val="Auflistung2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 xml:space="preserve">Nach e, i, ä, ö, ü, </w:t>
            </w:r>
            <w:proofErr w:type="spellStart"/>
            <w:r w:rsidRPr="00733161">
              <w:rPr>
                <w:sz w:val="22"/>
                <w:szCs w:val="22"/>
              </w:rPr>
              <w:t>eu</w:t>
            </w:r>
            <w:proofErr w:type="spellEnd"/>
            <w:r w:rsidRPr="00733161">
              <w:rPr>
                <w:sz w:val="22"/>
                <w:szCs w:val="22"/>
              </w:rPr>
              <w:t xml:space="preserve">, </w:t>
            </w:r>
            <w:proofErr w:type="spellStart"/>
            <w:r w:rsidRPr="00733161">
              <w:rPr>
                <w:sz w:val="22"/>
                <w:szCs w:val="22"/>
              </w:rPr>
              <w:t>äu</w:t>
            </w:r>
            <w:proofErr w:type="spellEnd"/>
            <w:r w:rsidRPr="00733161">
              <w:rPr>
                <w:sz w:val="22"/>
                <w:szCs w:val="22"/>
              </w:rPr>
              <w:t xml:space="preserve">, ai, </w:t>
            </w:r>
            <w:proofErr w:type="spellStart"/>
            <w:r w:rsidRPr="00733161">
              <w:rPr>
                <w:sz w:val="22"/>
                <w:szCs w:val="22"/>
              </w:rPr>
              <w:t>ay</w:t>
            </w:r>
            <w:proofErr w:type="spellEnd"/>
            <w:r w:rsidRPr="00733161">
              <w:rPr>
                <w:sz w:val="22"/>
                <w:szCs w:val="22"/>
              </w:rPr>
              <w:t xml:space="preserve">, ei und </w:t>
            </w:r>
            <w:proofErr w:type="spellStart"/>
            <w:r w:rsidRPr="00733161">
              <w:rPr>
                <w:sz w:val="22"/>
                <w:szCs w:val="22"/>
              </w:rPr>
              <w:t>ey</w:t>
            </w:r>
            <w:proofErr w:type="spellEnd"/>
            <w:r w:rsidRPr="00733161">
              <w:rPr>
                <w:sz w:val="22"/>
                <w:szCs w:val="22"/>
              </w:rPr>
              <w:t xml:space="preserve"> spricht man </w:t>
            </w:r>
            <w:r w:rsidRPr="00733161">
              <w:rPr>
                <w:b/>
                <w:bCs/>
                <w:sz w:val="22"/>
                <w:szCs w:val="22"/>
              </w:rPr>
              <w:t>[ç]</w:t>
            </w:r>
          </w:p>
          <w:p w14:paraId="55A5957E" w14:textId="5B88282F" w:rsidR="00446C56" w:rsidRPr="00733161" w:rsidRDefault="00446C56" w:rsidP="00446C56">
            <w:pPr>
              <w:pStyle w:val="Auflistung2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>Das &lt;g&gt; in der Endung -</w:t>
            </w:r>
            <w:proofErr w:type="spellStart"/>
            <w:r w:rsidRPr="00733161">
              <w:rPr>
                <w:sz w:val="22"/>
                <w:szCs w:val="22"/>
              </w:rPr>
              <w:t>ig</w:t>
            </w:r>
            <w:proofErr w:type="spellEnd"/>
            <w:r w:rsidRPr="00733161">
              <w:rPr>
                <w:sz w:val="22"/>
                <w:szCs w:val="22"/>
              </w:rPr>
              <w:t xml:space="preserve"> spricht man als </w:t>
            </w:r>
            <w:r w:rsidRPr="00733161">
              <w:rPr>
                <w:b/>
                <w:bCs/>
                <w:sz w:val="22"/>
                <w:szCs w:val="22"/>
              </w:rPr>
              <w:t>[ç]</w:t>
            </w:r>
          </w:p>
          <w:p w14:paraId="1CDABC7C" w14:textId="199A69B8" w:rsidR="00446C56" w:rsidRPr="00733161" w:rsidRDefault="00446C56" w:rsidP="00446C56">
            <w:pPr>
              <w:pStyle w:val="Auflistung2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 xml:space="preserve">Nach Konsonanten spricht man </w:t>
            </w:r>
            <w:r w:rsidRPr="00733161">
              <w:rPr>
                <w:b/>
                <w:bCs/>
                <w:sz w:val="22"/>
                <w:szCs w:val="22"/>
              </w:rPr>
              <w:t>[x]</w:t>
            </w:r>
          </w:p>
          <w:p w14:paraId="773D0BD2" w14:textId="0E175C23" w:rsidR="00446C56" w:rsidRPr="00733161" w:rsidRDefault="00446C56" w:rsidP="00446C56">
            <w:pPr>
              <w:pStyle w:val="Auflistung2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 xml:space="preserve">Am Anfang eines Wortes spricht man </w:t>
            </w:r>
            <w:r w:rsidRPr="00733161">
              <w:rPr>
                <w:b/>
                <w:bCs/>
                <w:sz w:val="22"/>
                <w:szCs w:val="22"/>
              </w:rPr>
              <w:t>[ç]</w:t>
            </w:r>
          </w:p>
        </w:tc>
        <w:tc>
          <w:tcPr>
            <w:tcW w:w="4678" w:type="dxa"/>
          </w:tcPr>
          <w:p w14:paraId="72502C07" w14:textId="7BDFABC0" w:rsidR="00446C56" w:rsidRPr="00733161" w:rsidRDefault="00446C56" w:rsidP="00446C56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02 Arbeitsblatt ich und ach 2</w:t>
            </w:r>
          </w:p>
          <w:p w14:paraId="7BFB6787" w14:textId="32E7AF65" w:rsidR="00174D58" w:rsidRPr="00733161" w:rsidRDefault="00446C56" w:rsidP="00446C56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 xml:space="preserve">02 </w:t>
            </w:r>
            <w:r w:rsidR="00287F3A" w:rsidRPr="00733161">
              <w:rPr>
                <w:sz w:val="22"/>
              </w:rPr>
              <w:t>Audio</w:t>
            </w:r>
            <w:r w:rsidRPr="00733161">
              <w:rPr>
                <w:sz w:val="22"/>
              </w:rPr>
              <w:t xml:space="preserve"> ich und ach 1 Aufgabe 5-6</w:t>
            </w:r>
          </w:p>
        </w:tc>
      </w:tr>
      <w:tr w:rsidR="00746D48" w:rsidRPr="00E4143D" w14:paraId="484CDA6A" w14:textId="77777777" w:rsidTr="00746D48">
        <w:trPr>
          <w:trHeight w:val="480"/>
        </w:trPr>
        <w:tc>
          <w:tcPr>
            <w:tcW w:w="2122" w:type="dxa"/>
          </w:tcPr>
          <w:p w14:paraId="31EF09E9" w14:textId="3B320CD9" w:rsidR="00746D48" w:rsidRPr="00733161" w:rsidRDefault="00746D48" w:rsidP="00746D48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Reproduktion und Automatisierung</w:t>
            </w:r>
          </w:p>
        </w:tc>
        <w:tc>
          <w:tcPr>
            <w:tcW w:w="8363" w:type="dxa"/>
          </w:tcPr>
          <w:p w14:paraId="3A5BF999" w14:textId="61594BB3" w:rsidR="00746D48" w:rsidRPr="00733161" w:rsidRDefault="00746D48" w:rsidP="00746D48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733161">
              <w:rPr>
                <w:rFonts w:hint="eastAsia"/>
                <w:sz w:val="22"/>
                <w:szCs w:val="22"/>
              </w:rPr>
              <w:t>B</w:t>
            </w:r>
            <w:r w:rsidRPr="00733161">
              <w:rPr>
                <w:sz w:val="22"/>
                <w:szCs w:val="22"/>
              </w:rPr>
              <w:t>rettspiel zur intensiven Übung des [x]-Lauts</w:t>
            </w:r>
          </w:p>
        </w:tc>
        <w:tc>
          <w:tcPr>
            <w:tcW w:w="4678" w:type="dxa"/>
          </w:tcPr>
          <w:p w14:paraId="75834722" w14:textId="4F12549D" w:rsidR="00746D48" w:rsidRPr="00733161" w:rsidRDefault="00746D48" w:rsidP="00746D48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03 Brettspiel ich und ach</w:t>
            </w:r>
          </w:p>
        </w:tc>
      </w:tr>
      <w:tr w:rsidR="00746D48" w:rsidRPr="00E4143D" w14:paraId="58F19F9B" w14:textId="77777777" w:rsidTr="00746D48">
        <w:tc>
          <w:tcPr>
            <w:tcW w:w="2122" w:type="dxa"/>
          </w:tcPr>
          <w:p w14:paraId="020FDC41" w14:textId="43E6A653" w:rsidR="00746D48" w:rsidRPr="00733161" w:rsidRDefault="00856A3E" w:rsidP="00746D48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P</w:t>
            </w:r>
            <w:r w:rsidR="00746D48" w:rsidRPr="00733161">
              <w:rPr>
                <w:sz w:val="22"/>
              </w:rPr>
              <w:t>roduktion und Automatisierung</w:t>
            </w:r>
          </w:p>
        </w:tc>
        <w:tc>
          <w:tcPr>
            <w:tcW w:w="8363" w:type="dxa"/>
          </w:tcPr>
          <w:p w14:paraId="31D45B36" w14:textId="7530D750" w:rsidR="00746D48" w:rsidRPr="00733161" w:rsidRDefault="00746D48" w:rsidP="00746D48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733161">
              <w:rPr>
                <w:sz w:val="22"/>
                <w:szCs w:val="22"/>
              </w:rPr>
              <w:t>Interview (Kennlern- und Vorstellungsgespräch)</w:t>
            </w:r>
          </w:p>
        </w:tc>
        <w:tc>
          <w:tcPr>
            <w:tcW w:w="4678" w:type="dxa"/>
          </w:tcPr>
          <w:p w14:paraId="3ABBFD4F" w14:textId="28B0E42B" w:rsidR="00746D48" w:rsidRPr="00733161" w:rsidRDefault="00746D48" w:rsidP="00746D48">
            <w:pPr>
              <w:spacing w:before="40" w:after="40" w:line="240" w:lineRule="atLeast"/>
              <w:rPr>
                <w:sz w:val="22"/>
              </w:rPr>
            </w:pPr>
            <w:r w:rsidRPr="00733161">
              <w:rPr>
                <w:sz w:val="22"/>
              </w:rPr>
              <w:t>04 Interview ich und ach</w:t>
            </w:r>
          </w:p>
        </w:tc>
      </w:tr>
    </w:tbl>
    <w:p w14:paraId="7A654694" w14:textId="7668731E" w:rsidR="00EF4283" w:rsidRPr="00E4143D" w:rsidRDefault="00EF4283" w:rsidP="00E773B6">
      <w:pPr>
        <w:pStyle w:val="Literaturliste"/>
        <w:ind w:left="0" w:firstLineChars="0" w:firstLine="0"/>
        <w:rPr>
          <w:lang w:val="de-DE"/>
        </w:rPr>
      </w:pPr>
    </w:p>
    <w:sectPr w:rsidR="00EF4283" w:rsidRPr="00E4143D" w:rsidSect="00BA7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3359D" w14:textId="77777777" w:rsidR="001869AE" w:rsidRDefault="001869AE">
      <w:r>
        <w:separator/>
      </w:r>
    </w:p>
  </w:endnote>
  <w:endnote w:type="continuationSeparator" w:id="0">
    <w:p w14:paraId="29F90DBE" w14:textId="77777777" w:rsidR="001869AE" w:rsidRDefault="0018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02F7" w14:textId="77777777" w:rsidR="0078298B" w:rsidRDefault="00782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CD1DF" w14:textId="31B17DDD" w:rsidR="005B76F3" w:rsidRDefault="005B76F3" w:rsidP="00C66985">
    <w:pPr>
      <w:pStyle w:val="Fuzeile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B8B" w:rsidRPr="009A3B8B">
          <w:rPr>
            <w:noProof/>
            <w:lang w:val="ja-JP" w:eastAsia="ja-JP"/>
          </w:rPr>
          <w:t>4</w:t>
        </w:r>
        <w:r>
          <w:fldChar w:fldCharType="end"/>
        </w:r>
        <w:r>
          <w:t xml:space="preserve"> -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EC6C" w14:textId="77777777" w:rsidR="0078298B" w:rsidRDefault="00782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F4D0" w14:textId="77777777" w:rsidR="001869AE" w:rsidRDefault="001869AE">
      <w:r>
        <w:separator/>
      </w:r>
    </w:p>
  </w:footnote>
  <w:footnote w:type="continuationSeparator" w:id="0">
    <w:p w14:paraId="50AA9895" w14:textId="77777777" w:rsidR="001869AE" w:rsidRDefault="0018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529" w14:textId="77777777" w:rsidR="0078298B" w:rsidRDefault="00782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38F3" w14:textId="77777777" w:rsidR="0078298B" w:rsidRDefault="00782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DC82" w14:textId="77777777" w:rsidR="0078298B" w:rsidRDefault="00782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2A"/>
    <w:rsid w:val="00013A07"/>
    <w:rsid w:val="0001428C"/>
    <w:rsid w:val="00017052"/>
    <w:rsid w:val="000413AA"/>
    <w:rsid w:val="000629A8"/>
    <w:rsid w:val="00067DEB"/>
    <w:rsid w:val="00082E87"/>
    <w:rsid w:val="00084AF0"/>
    <w:rsid w:val="00090D6F"/>
    <w:rsid w:val="00090FB9"/>
    <w:rsid w:val="00094B72"/>
    <w:rsid w:val="00094CDA"/>
    <w:rsid w:val="00095549"/>
    <w:rsid w:val="00097251"/>
    <w:rsid w:val="000A495F"/>
    <w:rsid w:val="000C2DCE"/>
    <w:rsid w:val="000C5971"/>
    <w:rsid w:val="000E0A98"/>
    <w:rsid w:val="000E65A2"/>
    <w:rsid w:val="000F71AF"/>
    <w:rsid w:val="00111247"/>
    <w:rsid w:val="00125A86"/>
    <w:rsid w:val="00145888"/>
    <w:rsid w:val="00166CE5"/>
    <w:rsid w:val="00171AAE"/>
    <w:rsid w:val="00172788"/>
    <w:rsid w:val="001735C4"/>
    <w:rsid w:val="00174B19"/>
    <w:rsid w:val="00174D58"/>
    <w:rsid w:val="00185B4C"/>
    <w:rsid w:val="001869AE"/>
    <w:rsid w:val="00193497"/>
    <w:rsid w:val="001A35B2"/>
    <w:rsid w:val="001A43F9"/>
    <w:rsid w:val="001B6B8E"/>
    <w:rsid w:val="001C3238"/>
    <w:rsid w:val="001D0FE6"/>
    <w:rsid w:val="001D2588"/>
    <w:rsid w:val="001D342B"/>
    <w:rsid w:val="001D3A44"/>
    <w:rsid w:val="001E0589"/>
    <w:rsid w:val="001F0289"/>
    <w:rsid w:val="00210D3A"/>
    <w:rsid w:val="00211491"/>
    <w:rsid w:val="00223895"/>
    <w:rsid w:val="00251C60"/>
    <w:rsid w:val="002554EA"/>
    <w:rsid w:val="00256D24"/>
    <w:rsid w:val="002665F4"/>
    <w:rsid w:val="00266FF6"/>
    <w:rsid w:val="00267A50"/>
    <w:rsid w:val="00274AC0"/>
    <w:rsid w:val="00275E36"/>
    <w:rsid w:val="00280367"/>
    <w:rsid w:val="00283E89"/>
    <w:rsid w:val="00287F3A"/>
    <w:rsid w:val="00291362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483F"/>
    <w:rsid w:val="003E5B86"/>
    <w:rsid w:val="003F3C11"/>
    <w:rsid w:val="003F6497"/>
    <w:rsid w:val="00401CB7"/>
    <w:rsid w:val="00412609"/>
    <w:rsid w:val="00420D44"/>
    <w:rsid w:val="0042302E"/>
    <w:rsid w:val="00425D64"/>
    <w:rsid w:val="00432DEB"/>
    <w:rsid w:val="00440D70"/>
    <w:rsid w:val="00446C56"/>
    <w:rsid w:val="00450CD8"/>
    <w:rsid w:val="00451B2E"/>
    <w:rsid w:val="00452566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769EB"/>
    <w:rsid w:val="00481379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362B0"/>
    <w:rsid w:val="005433A4"/>
    <w:rsid w:val="00545BC6"/>
    <w:rsid w:val="00561962"/>
    <w:rsid w:val="005638B3"/>
    <w:rsid w:val="005641EE"/>
    <w:rsid w:val="00565535"/>
    <w:rsid w:val="00571B8F"/>
    <w:rsid w:val="005830AF"/>
    <w:rsid w:val="00587564"/>
    <w:rsid w:val="00590654"/>
    <w:rsid w:val="00591D2B"/>
    <w:rsid w:val="005B76F3"/>
    <w:rsid w:val="005D2B6D"/>
    <w:rsid w:val="005D30D9"/>
    <w:rsid w:val="005E5E67"/>
    <w:rsid w:val="005E79E8"/>
    <w:rsid w:val="005F0D42"/>
    <w:rsid w:val="00602047"/>
    <w:rsid w:val="00607736"/>
    <w:rsid w:val="0061387C"/>
    <w:rsid w:val="006145EB"/>
    <w:rsid w:val="00622232"/>
    <w:rsid w:val="00630DFF"/>
    <w:rsid w:val="006372A0"/>
    <w:rsid w:val="00640540"/>
    <w:rsid w:val="006408F6"/>
    <w:rsid w:val="00653F66"/>
    <w:rsid w:val="00654565"/>
    <w:rsid w:val="00673FFE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6F1C06"/>
    <w:rsid w:val="007216F7"/>
    <w:rsid w:val="00724EAF"/>
    <w:rsid w:val="00733161"/>
    <w:rsid w:val="00736F6E"/>
    <w:rsid w:val="00745EC0"/>
    <w:rsid w:val="00746D48"/>
    <w:rsid w:val="007544E4"/>
    <w:rsid w:val="00754DC3"/>
    <w:rsid w:val="00762557"/>
    <w:rsid w:val="00766F04"/>
    <w:rsid w:val="00775C67"/>
    <w:rsid w:val="00780DA0"/>
    <w:rsid w:val="0078298B"/>
    <w:rsid w:val="00792051"/>
    <w:rsid w:val="00793826"/>
    <w:rsid w:val="007A0E37"/>
    <w:rsid w:val="007B6A6D"/>
    <w:rsid w:val="007C46F0"/>
    <w:rsid w:val="007C48FC"/>
    <w:rsid w:val="007C4B1D"/>
    <w:rsid w:val="007D3706"/>
    <w:rsid w:val="007D5B75"/>
    <w:rsid w:val="00813B7C"/>
    <w:rsid w:val="00823C9F"/>
    <w:rsid w:val="00823DC2"/>
    <w:rsid w:val="0083400B"/>
    <w:rsid w:val="008402C6"/>
    <w:rsid w:val="00853DC7"/>
    <w:rsid w:val="008549CB"/>
    <w:rsid w:val="00856A3E"/>
    <w:rsid w:val="008600AF"/>
    <w:rsid w:val="00874964"/>
    <w:rsid w:val="00881717"/>
    <w:rsid w:val="00883F39"/>
    <w:rsid w:val="008851E9"/>
    <w:rsid w:val="0088589A"/>
    <w:rsid w:val="008A7CA6"/>
    <w:rsid w:val="008B31BB"/>
    <w:rsid w:val="008B7727"/>
    <w:rsid w:val="008F1E78"/>
    <w:rsid w:val="00901F5B"/>
    <w:rsid w:val="0090699C"/>
    <w:rsid w:val="00914D56"/>
    <w:rsid w:val="00915142"/>
    <w:rsid w:val="00941A18"/>
    <w:rsid w:val="009452CD"/>
    <w:rsid w:val="00951EB2"/>
    <w:rsid w:val="009634E8"/>
    <w:rsid w:val="00966435"/>
    <w:rsid w:val="00975FB5"/>
    <w:rsid w:val="0098709D"/>
    <w:rsid w:val="00990A89"/>
    <w:rsid w:val="0099437E"/>
    <w:rsid w:val="009A3B8B"/>
    <w:rsid w:val="009C6CA8"/>
    <w:rsid w:val="009C7B1E"/>
    <w:rsid w:val="009D5DAF"/>
    <w:rsid w:val="009D7D42"/>
    <w:rsid w:val="009E0367"/>
    <w:rsid w:val="00A04069"/>
    <w:rsid w:val="00A12EFB"/>
    <w:rsid w:val="00A154D0"/>
    <w:rsid w:val="00A20766"/>
    <w:rsid w:val="00A25444"/>
    <w:rsid w:val="00A255FD"/>
    <w:rsid w:val="00A34F60"/>
    <w:rsid w:val="00A3766D"/>
    <w:rsid w:val="00A430F8"/>
    <w:rsid w:val="00A4458B"/>
    <w:rsid w:val="00A54E57"/>
    <w:rsid w:val="00A60D5C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2899"/>
    <w:rsid w:val="00B07161"/>
    <w:rsid w:val="00B104E4"/>
    <w:rsid w:val="00B15C30"/>
    <w:rsid w:val="00B24546"/>
    <w:rsid w:val="00B24AFE"/>
    <w:rsid w:val="00B253BA"/>
    <w:rsid w:val="00B2709D"/>
    <w:rsid w:val="00B3234C"/>
    <w:rsid w:val="00B439CB"/>
    <w:rsid w:val="00B54A54"/>
    <w:rsid w:val="00B60E5D"/>
    <w:rsid w:val="00B61C56"/>
    <w:rsid w:val="00B66D80"/>
    <w:rsid w:val="00B811C1"/>
    <w:rsid w:val="00B82DB5"/>
    <w:rsid w:val="00B9737C"/>
    <w:rsid w:val="00BA29E4"/>
    <w:rsid w:val="00BA7E73"/>
    <w:rsid w:val="00BC370F"/>
    <w:rsid w:val="00BC3A05"/>
    <w:rsid w:val="00BC6E09"/>
    <w:rsid w:val="00BC712E"/>
    <w:rsid w:val="00BD3AF9"/>
    <w:rsid w:val="00BD4057"/>
    <w:rsid w:val="00BF2326"/>
    <w:rsid w:val="00BF2E36"/>
    <w:rsid w:val="00BF448F"/>
    <w:rsid w:val="00C0477C"/>
    <w:rsid w:val="00C26E88"/>
    <w:rsid w:val="00C35509"/>
    <w:rsid w:val="00C4194B"/>
    <w:rsid w:val="00C44D6E"/>
    <w:rsid w:val="00C5336F"/>
    <w:rsid w:val="00C66936"/>
    <w:rsid w:val="00C66985"/>
    <w:rsid w:val="00C72DD1"/>
    <w:rsid w:val="00C84BC0"/>
    <w:rsid w:val="00C96B54"/>
    <w:rsid w:val="00CB122B"/>
    <w:rsid w:val="00CB64AC"/>
    <w:rsid w:val="00CB6E3C"/>
    <w:rsid w:val="00CC5F7B"/>
    <w:rsid w:val="00CD5661"/>
    <w:rsid w:val="00CD7C05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4349D"/>
    <w:rsid w:val="00D4607E"/>
    <w:rsid w:val="00D577FE"/>
    <w:rsid w:val="00D57A9D"/>
    <w:rsid w:val="00D67608"/>
    <w:rsid w:val="00D95210"/>
    <w:rsid w:val="00D97D05"/>
    <w:rsid w:val="00DA3A4D"/>
    <w:rsid w:val="00DD041C"/>
    <w:rsid w:val="00DF6C1A"/>
    <w:rsid w:val="00E16C1B"/>
    <w:rsid w:val="00E22FAD"/>
    <w:rsid w:val="00E30018"/>
    <w:rsid w:val="00E4143D"/>
    <w:rsid w:val="00E61489"/>
    <w:rsid w:val="00E67FBD"/>
    <w:rsid w:val="00E74E1C"/>
    <w:rsid w:val="00E75568"/>
    <w:rsid w:val="00E773B6"/>
    <w:rsid w:val="00E96FC2"/>
    <w:rsid w:val="00EA5B62"/>
    <w:rsid w:val="00EB583B"/>
    <w:rsid w:val="00EC5A4A"/>
    <w:rsid w:val="00ED4364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143D"/>
    <w:rsid w:val="00F552AF"/>
    <w:rsid w:val="00F61C53"/>
    <w:rsid w:val="00F645F1"/>
    <w:rsid w:val="00F77350"/>
    <w:rsid w:val="00F962BD"/>
    <w:rsid w:val="00FA369F"/>
    <w:rsid w:val="00FC20C0"/>
    <w:rsid w:val="00FD2BE2"/>
    <w:rsid w:val="00FD3C55"/>
    <w:rsid w:val="00FE0FC5"/>
    <w:rsid w:val="00FF0E53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1E4F0DA7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 ohne alles"/>
    <w:qFormat/>
    <w:rsid w:val="00A3766D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numPr>
        <w:numId w:val="3"/>
      </w:numPr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2554EA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Standard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Literaturverzeichnis">
    <w:name w:val="Bibliography"/>
    <w:basedOn w:val="Standard"/>
    <w:next w:val="Standard"/>
    <w:uiPriority w:val="37"/>
    <w:unhideWhenUsed/>
    <w:rsid w:val="008549CB"/>
    <w:pPr>
      <w:spacing w:after="0" w:line="480" w:lineRule="atLeast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825B7-7CAF-724B-B26E-11A1145B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C:\Users\RD\AppData\Roaming\Microsoft\Templates\Ohne Rand (QUER).dotx</Template>
  <TotalTime>0</TotalTime>
  <Pages>1</Pages>
  <Words>176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David Fujisawa</cp:lastModifiedBy>
  <cp:revision>65</cp:revision>
  <cp:lastPrinted>2019-08-21T10:08:00Z</cp:lastPrinted>
  <dcterms:created xsi:type="dcterms:W3CDTF">2019-02-08T08:15:00Z</dcterms:created>
  <dcterms:modified xsi:type="dcterms:W3CDTF">2019-08-23T00:11:00Z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id="WzVDW8kh"/&gt;&lt;style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